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4DC7FB" w14:textId="6D0F539D" w:rsidR="00E94785" w:rsidRDefault="009317E2" w:rsidP="00E94785">
      <w:pPr>
        <w:jc w:val="center"/>
      </w:pPr>
      <w:r>
        <w:rPr>
          <w:noProof/>
        </w:rPr>
        <w:drawing>
          <wp:inline distT="0" distB="0" distL="0" distR="0" wp14:anchorId="0007A746" wp14:editId="57841220">
            <wp:extent cx="3139440" cy="3139440"/>
            <wp:effectExtent l="0" t="0" r="0" b="0"/>
            <wp:docPr id="3" name="Picture 3" descr="A picture containing mug, food, bott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mug, food, bottl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440" cy="313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FDDA99" w14:textId="07DCA8D3" w:rsidR="00E94785" w:rsidRPr="00F10626" w:rsidRDefault="00E94785" w:rsidP="00E94785">
      <w:pPr>
        <w:jc w:val="center"/>
        <w:rPr>
          <w:rFonts w:ascii="Catamaran" w:hAnsi="Catamaran" w:cs="Catamaran"/>
          <w:sz w:val="24"/>
          <w:szCs w:val="24"/>
        </w:rPr>
      </w:pPr>
      <w:r w:rsidRPr="00F10626">
        <w:rPr>
          <w:rFonts w:ascii="Catamaran" w:hAnsi="Catamaran" w:cs="Catamaran"/>
          <w:sz w:val="24"/>
          <w:szCs w:val="24"/>
        </w:rPr>
        <w:t xml:space="preserve">Your participation in </w:t>
      </w:r>
      <w:r w:rsidRPr="00F10626">
        <w:rPr>
          <w:rFonts w:ascii="Catamaran" w:hAnsi="Catamaran" w:cs="Catamaran"/>
          <w:b/>
          <w:bCs/>
          <w:sz w:val="24"/>
          <w:szCs w:val="24"/>
        </w:rPr>
        <w:t>Wear To Show You Care</w:t>
      </w:r>
      <w:r w:rsidRPr="00F10626">
        <w:rPr>
          <w:rFonts w:ascii="Catamaran" w:hAnsi="Catamaran" w:cs="Catamaran"/>
          <w:sz w:val="24"/>
          <w:szCs w:val="24"/>
        </w:rPr>
        <w:t xml:space="preserve"> </w:t>
      </w:r>
      <w:r w:rsidR="009317E2" w:rsidRPr="009317E2">
        <w:rPr>
          <w:rFonts w:ascii="Catamaran" w:hAnsi="Catamaran" w:cs="Catamaran"/>
          <w:b/>
          <w:bCs/>
          <w:sz w:val="24"/>
          <w:szCs w:val="24"/>
        </w:rPr>
        <w:t>presented by Humana</w:t>
      </w:r>
      <w:r w:rsidR="009317E2">
        <w:rPr>
          <w:rFonts w:ascii="Catamaran" w:hAnsi="Catamaran" w:cs="Catamaran"/>
          <w:sz w:val="24"/>
          <w:szCs w:val="24"/>
        </w:rPr>
        <w:t xml:space="preserve"> </w:t>
      </w:r>
      <w:r w:rsidRPr="00F10626">
        <w:rPr>
          <w:rFonts w:ascii="Catamaran" w:hAnsi="Catamaran" w:cs="Catamaran"/>
          <w:sz w:val="24"/>
          <w:szCs w:val="24"/>
        </w:rPr>
        <w:t>will help us spread the word</w:t>
      </w:r>
      <w:r w:rsidR="009317E2">
        <w:rPr>
          <w:rFonts w:ascii="Catamaran" w:hAnsi="Catamaran" w:cs="Catamaran"/>
          <w:sz w:val="24"/>
          <w:szCs w:val="24"/>
        </w:rPr>
        <w:t xml:space="preserve"> and keep #downtownlex safe</w:t>
      </w:r>
      <w:r w:rsidRPr="00F10626">
        <w:rPr>
          <w:rFonts w:ascii="Catamaran" w:hAnsi="Catamaran" w:cs="Catamaran"/>
          <w:sz w:val="24"/>
          <w:szCs w:val="24"/>
        </w:rPr>
        <w:t>!  Download the graphic provided, suitable for website and social media use.  Additionally, our suggested messages are available below.</w:t>
      </w:r>
    </w:p>
    <w:p w14:paraId="4251BF37" w14:textId="77777777" w:rsidR="009317E2" w:rsidRDefault="00E94785" w:rsidP="00E94785">
      <w:pPr>
        <w:pStyle w:val="ListParagraph"/>
        <w:numPr>
          <w:ilvl w:val="0"/>
          <w:numId w:val="2"/>
        </w:numPr>
        <w:spacing w:after="160" w:line="259" w:lineRule="auto"/>
        <w:rPr>
          <w:rFonts w:ascii="Catamaran" w:hAnsi="Catamaran" w:cs="Catamaran"/>
        </w:rPr>
      </w:pPr>
      <w:r w:rsidRPr="00F10626">
        <w:rPr>
          <w:rFonts w:ascii="Catamaran" w:hAnsi="Catamaran" w:cs="Catamaran"/>
        </w:rPr>
        <w:t xml:space="preserve">We are proud to be a business in downtown </w:t>
      </w:r>
      <w:r>
        <w:rPr>
          <w:rFonts w:ascii="Catamaran" w:hAnsi="Catamaran" w:cs="Catamaran"/>
        </w:rPr>
        <w:t>Lexington</w:t>
      </w:r>
      <w:r w:rsidRPr="00F10626">
        <w:rPr>
          <w:rFonts w:ascii="Catamaran" w:hAnsi="Catamaran" w:cs="Catamaran"/>
        </w:rPr>
        <w:t xml:space="preserve">, and are working hard to make Downtown </w:t>
      </w:r>
      <w:r>
        <w:rPr>
          <w:rFonts w:ascii="Catamaran" w:hAnsi="Catamaran" w:cs="Catamaran"/>
        </w:rPr>
        <w:t>safe for our customers</w:t>
      </w:r>
      <w:r w:rsidRPr="00F10626">
        <w:rPr>
          <w:rFonts w:ascii="Catamaran" w:hAnsi="Catamaran" w:cs="Catamaran"/>
        </w:rPr>
        <w:t xml:space="preserve">. Downtown is open and ready to </w:t>
      </w:r>
      <w:r>
        <w:rPr>
          <w:rFonts w:ascii="Catamaran" w:hAnsi="Catamaran" w:cs="Catamaran"/>
        </w:rPr>
        <w:t>welcome you back</w:t>
      </w:r>
      <w:r w:rsidRPr="00F10626">
        <w:rPr>
          <w:rFonts w:ascii="Catamaran" w:hAnsi="Catamaran" w:cs="Catamaran"/>
        </w:rPr>
        <w:t xml:space="preserve">! </w:t>
      </w:r>
      <w:r>
        <w:rPr>
          <w:rFonts w:ascii="Catamaran" w:hAnsi="Catamaran" w:cs="Catamaran"/>
        </w:rPr>
        <w:t>#downtownLEXtogether #WearToShowYouCare</w:t>
      </w:r>
      <w:r w:rsidRPr="00F10626">
        <w:rPr>
          <w:rFonts w:ascii="Catamaran" w:hAnsi="Catamaran" w:cs="Catamaran"/>
        </w:rPr>
        <w:t xml:space="preserve">  </w:t>
      </w:r>
    </w:p>
    <w:p w14:paraId="7F048C62" w14:textId="0558DA26" w:rsidR="009317E2" w:rsidRPr="009317E2" w:rsidRDefault="009317E2" w:rsidP="00E94785">
      <w:pPr>
        <w:pStyle w:val="ListParagraph"/>
        <w:numPr>
          <w:ilvl w:val="0"/>
          <w:numId w:val="2"/>
        </w:numPr>
        <w:spacing w:after="160" w:line="259" w:lineRule="auto"/>
        <w:rPr>
          <w:rFonts w:ascii="Catamaran" w:hAnsi="Catamaran" w:cs="Catamaran"/>
        </w:rPr>
      </w:pPr>
      <w:r>
        <w:rPr>
          <w:rFonts w:ascii="Catamaran" w:hAnsi="Catamaran" w:cs="Catamaran"/>
        </w:rPr>
        <w:t>#downtownlex is open and we need YOUR help to keep it that way!</w:t>
      </w:r>
      <w:r w:rsidRPr="009317E2">
        <w:rPr>
          <w:rFonts w:ascii="Catamaran" w:hAnsi="Catamaran" w:cs="Catamaran"/>
        </w:rPr>
        <w:t xml:space="preserve"> Continue supporting local </w:t>
      </w:r>
      <w:r w:rsidRPr="009317E2">
        <w:rPr>
          <w:rFonts w:ascii="Catamaran" w:hAnsi="Catamaran" w:cs="Catamaran"/>
        </w:rPr>
        <w:t>businesses and</w:t>
      </w:r>
      <w:r w:rsidRPr="009317E2">
        <w:rPr>
          <w:rFonts w:ascii="Catamaran" w:hAnsi="Catamaran" w:cs="Catamaran"/>
        </w:rPr>
        <w:t xml:space="preserve"> be safe while doing so! Wearing a mask and following social distancing guidelines ensure that we can all stay healthy and keep our doors open! #WearToShowYouCare </w:t>
      </w:r>
      <w:r w:rsidR="00E94785" w:rsidRPr="009317E2">
        <w:rPr>
          <w:rFonts w:ascii="Catamaran" w:hAnsi="Catamaran" w:cs="Catamaran"/>
          <w:sz w:val="24"/>
          <w:szCs w:val="24"/>
        </w:rPr>
        <w:t xml:space="preserve"> </w:t>
      </w:r>
    </w:p>
    <w:p w14:paraId="021D63F5" w14:textId="77777777" w:rsidR="009317E2" w:rsidRPr="009317E2" w:rsidRDefault="009317E2" w:rsidP="009317E2">
      <w:pPr>
        <w:pStyle w:val="ListParagraph"/>
        <w:spacing w:after="160" w:line="259" w:lineRule="auto"/>
        <w:rPr>
          <w:rFonts w:ascii="Catamaran" w:hAnsi="Catamaran" w:cs="Catamaran"/>
        </w:rPr>
      </w:pPr>
    </w:p>
    <w:p w14:paraId="6AF0E468" w14:textId="428EFA19" w:rsidR="00E94785" w:rsidRPr="009317E2" w:rsidRDefault="00E94785" w:rsidP="009317E2">
      <w:pPr>
        <w:spacing w:after="160" w:line="259" w:lineRule="auto"/>
        <w:rPr>
          <w:rFonts w:ascii="Catamaran" w:hAnsi="Catamaran" w:cs="Catamaran"/>
        </w:rPr>
      </w:pPr>
      <w:r w:rsidRPr="009317E2">
        <w:rPr>
          <w:rFonts w:ascii="Catamaran" w:hAnsi="Catamaran" w:cs="Catamaran"/>
          <w:sz w:val="24"/>
          <w:szCs w:val="24"/>
        </w:rPr>
        <w:t xml:space="preserve">To tag us use one of the handles below: </w:t>
      </w:r>
    </w:p>
    <w:p w14:paraId="36775647" w14:textId="77777777" w:rsidR="00E94785" w:rsidRDefault="00E94785" w:rsidP="00E94785">
      <w:pPr>
        <w:pStyle w:val="ListParagraph"/>
        <w:numPr>
          <w:ilvl w:val="0"/>
          <w:numId w:val="3"/>
        </w:numPr>
        <w:spacing w:after="160" w:line="259" w:lineRule="auto"/>
        <w:rPr>
          <w:rFonts w:ascii="Catamaran" w:hAnsi="Catamaran" w:cs="Catamaran"/>
        </w:rPr>
      </w:pPr>
      <w:r w:rsidRPr="00F10626">
        <w:rPr>
          <w:rFonts w:ascii="Catamaran" w:hAnsi="Catamaran" w:cs="Catamaran"/>
        </w:rPr>
        <w:t>Facebook: @</w:t>
      </w:r>
      <w:r>
        <w:rPr>
          <w:rFonts w:ascii="Catamaran" w:hAnsi="Catamaran" w:cs="Catamaran"/>
        </w:rPr>
        <w:t>downtownlexpartnership</w:t>
      </w:r>
      <w:r w:rsidRPr="00F10626">
        <w:rPr>
          <w:rFonts w:ascii="Catamaran" w:hAnsi="Catamaran" w:cs="Catamaran"/>
        </w:rPr>
        <w:t xml:space="preserve"> </w:t>
      </w:r>
    </w:p>
    <w:p w14:paraId="1B35BC3C" w14:textId="77777777" w:rsidR="00E94785" w:rsidRDefault="00E94785" w:rsidP="00E94785">
      <w:pPr>
        <w:pStyle w:val="ListParagraph"/>
        <w:numPr>
          <w:ilvl w:val="0"/>
          <w:numId w:val="3"/>
        </w:numPr>
        <w:spacing w:after="160" w:line="259" w:lineRule="auto"/>
        <w:rPr>
          <w:rFonts w:ascii="Catamaran" w:hAnsi="Catamaran" w:cs="Catamaran"/>
        </w:rPr>
      </w:pPr>
      <w:r w:rsidRPr="00F10626">
        <w:rPr>
          <w:rFonts w:ascii="Catamaran" w:hAnsi="Catamaran" w:cs="Catamaran"/>
        </w:rPr>
        <w:t xml:space="preserve">Instagram: @downtownlexpartnership </w:t>
      </w:r>
    </w:p>
    <w:p w14:paraId="71321B8B" w14:textId="0AD47F30" w:rsidR="00BB127E" w:rsidRPr="00E94785" w:rsidRDefault="00E94785" w:rsidP="00E94785">
      <w:pPr>
        <w:pStyle w:val="ListParagraph"/>
        <w:numPr>
          <w:ilvl w:val="0"/>
          <w:numId w:val="3"/>
        </w:numPr>
        <w:spacing w:after="160" w:line="259" w:lineRule="auto"/>
        <w:rPr>
          <w:rFonts w:ascii="Catamaran" w:hAnsi="Catamaran" w:cs="Catamaran"/>
        </w:rPr>
      </w:pPr>
      <w:r w:rsidRPr="00F10626">
        <w:rPr>
          <w:rFonts w:ascii="Catamaran" w:hAnsi="Catamaran" w:cs="Catamaran"/>
        </w:rPr>
        <w:t>Twitter: @</w:t>
      </w:r>
      <w:r>
        <w:rPr>
          <w:rFonts w:ascii="Catamaran" w:hAnsi="Catamaran" w:cs="Catamaran"/>
        </w:rPr>
        <w:t>Dlexpartnership</w:t>
      </w:r>
    </w:p>
    <w:sectPr w:rsidR="00BB127E" w:rsidRPr="00E94785" w:rsidSect="002A7666">
      <w:headerReference w:type="default" r:id="rId8"/>
      <w:pgSz w:w="12240" w:h="15840"/>
      <w:pgMar w:top="2124" w:right="153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E680B8" w14:textId="77777777" w:rsidR="00422646" w:rsidRDefault="00422646" w:rsidP="008354B4">
      <w:r>
        <w:separator/>
      </w:r>
    </w:p>
  </w:endnote>
  <w:endnote w:type="continuationSeparator" w:id="0">
    <w:p w14:paraId="2F059682" w14:textId="77777777" w:rsidR="00422646" w:rsidRDefault="00422646" w:rsidP="00835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tamaran">
    <w:panose1 w:val="00000500000000000000"/>
    <w:charset w:val="00"/>
    <w:family w:val="auto"/>
    <w:pitch w:val="variable"/>
    <w:sig w:usb0="001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801716" w14:textId="77777777" w:rsidR="00422646" w:rsidRDefault="00422646" w:rsidP="008354B4">
      <w:r>
        <w:separator/>
      </w:r>
    </w:p>
  </w:footnote>
  <w:footnote w:type="continuationSeparator" w:id="0">
    <w:p w14:paraId="109AD32F" w14:textId="77777777" w:rsidR="00422646" w:rsidRDefault="00422646" w:rsidP="00835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23A90A" w14:textId="77777777" w:rsidR="00522403" w:rsidRDefault="0052240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409DEAD" wp14:editId="49B07228">
          <wp:simplePos x="0" y="0"/>
          <wp:positionH relativeFrom="page">
            <wp:posOffset>355600</wp:posOffset>
          </wp:positionH>
          <wp:positionV relativeFrom="page">
            <wp:posOffset>457578</wp:posOffset>
          </wp:positionV>
          <wp:extent cx="6986016" cy="9262872"/>
          <wp:effectExtent l="0" t="0" r="0" b="0"/>
          <wp:wrapNone/>
          <wp:docPr id="2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LP-letterhead-fin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2628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664CC"/>
    <w:multiLevelType w:val="hybridMultilevel"/>
    <w:tmpl w:val="E8522F52"/>
    <w:lvl w:ilvl="0" w:tplc="04090001">
      <w:start w:val="1"/>
      <w:numFmt w:val="bullet"/>
      <w:lvlText w:val=""/>
      <w:lvlJc w:val="left"/>
      <w:pPr>
        <w:ind w:left="-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1" w15:restartNumberingAfterBreak="0">
    <w:nsid w:val="13E03B99"/>
    <w:multiLevelType w:val="hybridMultilevel"/>
    <w:tmpl w:val="4E50C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C0170E"/>
    <w:multiLevelType w:val="hybridMultilevel"/>
    <w:tmpl w:val="7504B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7E1"/>
    <w:rsid w:val="000758E7"/>
    <w:rsid w:val="00077416"/>
    <w:rsid w:val="000A5599"/>
    <w:rsid w:val="000B50E0"/>
    <w:rsid w:val="000C7F8E"/>
    <w:rsid w:val="001325FC"/>
    <w:rsid w:val="00266249"/>
    <w:rsid w:val="002A7666"/>
    <w:rsid w:val="002D7EF8"/>
    <w:rsid w:val="002F7F75"/>
    <w:rsid w:val="003C675B"/>
    <w:rsid w:val="003E1825"/>
    <w:rsid w:val="003F5DBB"/>
    <w:rsid w:val="00400B39"/>
    <w:rsid w:val="00422646"/>
    <w:rsid w:val="004267B4"/>
    <w:rsid w:val="0045627D"/>
    <w:rsid w:val="00481393"/>
    <w:rsid w:val="00493949"/>
    <w:rsid w:val="004A3DF2"/>
    <w:rsid w:val="004B4E35"/>
    <w:rsid w:val="004F081B"/>
    <w:rsid w:val="00522403"/>
    <w:rsid w:val="00544337"/>
    <w:rsid w:val="00572F7D"/>
    <w:rsid w:val="0058212F"/>
    <w:rsid w:val="005D691A"/>
    <w:rsid w:val="005E1E7B"/>
    <w:rsid w:val="005E7A5E"/>
    <w:rsid w:val="00626268"/>
    <w:rsid w:val="00746C75"/>
    <w:rsid w:val="007B44F7"/>
    <w:rsid w:val="007C43EC"/>
    <w:rsid w:val="007D4756"/>
    <w:rsid w:val="00812FAA"/>
    <w:rsid w:val="008354B4"/>
    <w:rsid w:val="00867879"/>
    <w:rsid w:val="0087111C"/>
    <w:rsid w:val="00871F5E"/>
    <w:rsid w:val="0087592D"/>
    <w:rsid w:val="008C0C8A"/>
    <w:rsid w:val="008E41A9"/>
    <w:rsid w:val="00902913"/>
    <w:rsid w:val="00910CBD"/>
    <w:rsid w:val="00916920"/>
    <w:rsid w:val="00926695"/>
    <w:rsid w:val="009317E2"/>
    <w:rsid w:val="0096246F"/>
    <w:rsid w:val="0096524F"/>
    <w:rsid w:val="0099014C"/>
    <w:rsid w:val="009C34D7"/>
    <w:rsid w:val="009F38BD"/>
    <w:rsid w:val="00A2411A"/>
    <w:rsid w:val="00A47E8B"/>
    <w:rsid w:val="00A73FF2"/>
    <w:rsid w:val="00A807E1"/>
    <w:rsid w:val="00B744FC"/>
    <w:rsid w:val="00BB127E"/>
    <w:rsid w:val="00BB76C2"/>
    <w:rsid w:val="00C02421"/>
    <w:rsid w:val="00C374FE"/>
    <w:rsid w:val="00C745C2"/>
    <w:rsid w:val="00CF58EF"/>
    <w:rsid w:val="00D92969"/>
    <w:rsid w:val="00DC3F0B"/>
    <w:rsid w:val="00E4703E"/>
    <w:rsid w:val="00E5328E"/>
    <w:rsid w:val="00E602BA"/>
    <w:rsid w:val="00E83661"/>
    <w:rsid w:val="00E94785"/>
    <w:rsid w:val="00E97D95"/>
    <w:rsid w:val="00EF68B9"/>
    <w:rsid w:val="00F21E3F"/>
    <w:rsid w:val="00F340DA"/>
    <w:rsid w:val="00F5460A"/>
    <w:rsid w:val="00FA3E52"/>
    <w:rsid w:val="00FA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FC0514"/>
  <w15:docId w15:val="{D5B21A52-00C9-4A8D-8DE1-CAF89E6C3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7B4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67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67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354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54B4"/>
  </w:style>
  <w:style w:type="paragraph" w:styleId="Footer">
    <w:name w:val="footer"/>
    <w:basedOn w:val="Normal"/>
    <w:link w:val="FooterChar"/>
    <w:uiPriority w:val="99"/>
    <w:unhideWhenUsed/>
    <w:rsid w:val="008354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54B4"/>
  </w:style>
  <w:style w:type="character" w:customStyle="1" w:styleId="Heading1Char">
    <w:name w:val="Heading 1 Char"/>
    <w:basedOn w:val="DefaultParagraphFont"/>
    <w:link w:val="Heading1"/>
    <w:uiPriority w:val="9"/>
    <w:rsid w:val="004267B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267B4"/>
    <w:rPr>
      <w:rFonts w:asciiTheme="majorHAnsi" w:eastAsiaTheme="majorEastAsia" w:hAnsiTheme="majorHAnsi" w:cstheme="majorBidi"/>
      <w:b/>
      <w:bCs/>
      <w:color w:val="4472C4" w:themeColor="accent1"/>
      <w:sz w:val="22"/>
      <w:szCs w:val="22"/>
    </w:rPr>
  </w:style>
  <w:style w:type="character" w:styleId="Hyperlink">
    <w:name w:val="Hyperlink"/>
    <w:basedOn w:val="DefaultParagraphFont"/>
    <w:rsid w:val="004267B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B12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0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81B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6787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rry\Documents\Marketing%20and%20Communiucations\Branding%20RFP\Fieldtrip\Office%20Supplies\DLP-letterhead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DLP-letterhead-template</Template>
  <TotalTime>24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Harrison Stiles</cp:lastModifiedBy>
  <cp:revision>3</cp:revision>
  <cp:lastPrinted>2020-01-27T15:58:00Z</cp:lastPrinted>
  <dcterms:created xsi:type="dcterms:W3CDTF">2020-07-21T17:45:00Z</dcterms:created>
  <dcterms:modified xsi:type="dcterms:W3CDTF">2020-08-31T20:07:00Z</dcterms:modified>
</cp:coreProperties>
</file>